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5C2" w:rsidRDefault="008465C2"/>
    <w:p w:rsidR="008465C2" w:rsidRDefault="008465C2"/>
    <w:p w:rsidR="008465C2" w:rsidRDefault="008465C2"/>
    <w:p w:rsidR="008465C2" w:rsidRDefault="008465C2"/>
    <w:p w:rsidR="008465C2" w:rsidRDefault="008465C2"/>
    <w:p w:rsidR="008465C2" w:rsidRDefault="008465C2"/>
    <w:p w:rsidR="008465C2" w:rsidRDefault="008465C2"/>
    <w:p w:rsidR="008465C2" w:rsidRDefault="008465C2" w:rsidP="00386082">
      <w:pPr>
        <w:rPr>
          <w:sz w:val="72"/>
          <w:szCs w:val="72"/>
        </w:rPr>
      </w:pPr>
      <w:r w:rsidRPr="00A77358">
        <w:rPr>
          <w:sz w:val="72"/>
          <w:szCs w:val="72"/>
        </w:rPr>
        <w:t xml:space="preserve">     </w:t>
      </w:r>
      <w:r>
        <w:rPr>
          <w:sz w:val="72"/>
          <w:szCs w:val="72"/>
        </w:rPr>
        <w:t xml:space="preserve"> </w:t>
      </w:r>
      <w:r w:rsidRPr="00A77358">
        <w:rPr>
          <w:sz w:val="72"/>
          <w:szCs w:val="72"/>
        </w:rPr>
        <w:t>Troublesome Adventure</w:t>
      </w:r>
    </w:p>
    <w:p w:rsidR="008465C2" w:rsidRDefault="008465C2" w:rsidP="00386082">
      <w:pPr>
        <w:rPr>
          <w:sz w:val="72"/>
          <w:szCs w:val="72"/>
        </w:rPr>
      </w:pPr>
      <w:r>
        <w:rPr>
          <w:sz w:val="72"/>
          <w:szCs w:val="72"/>
        </w:rPr>
        <w:t xml:space="preserve">        </w:t>
      </w:r>
    </w:p>
    <w:p w:rsidR="008465C2" w:rsidRDefault="008465C2" w:rsidP="00386082">
      <w:pPr>
        <w:rPr>
          <w:sz w:val="52"/>
          <w:szCs w:val="52"/>
        </w:rPr>
      </w:pPr>
      <w:r>
        <w:rPr>
          <w:sz w:val="72"/>
          <w:szCs w:val="72"/>
        </w:rPr>
        <w:t xml:space="preserve">            </w:t>
      </w:r>
      <w:r>
        <w:rPr>
          <w:sz w:val="52"/>
          <w:szCs w:val="52"/>
        </w:rPr>
        <w:t>By Damon vanTent</w:t>
      </w:r>
    </w:p>
    <w:p w:rsidR="008465C2" w:rsidRDefault="008465C2"/>
    <w:p w:rsidR="008465C2" w:rsidRDefault="008465C2"/>
    <w:p w:rsidR="008465C2" w:rsidRPr="00386082" w:rsidRDefault="008465C2">
      <w:pPr>
        <w:rPr>
          <w:sz w:val="32"/>
          <w:szCs w:val="32"/>
        </w:rPr>
      </w:pPr>
      <w:r>
        <w:rPr>
          <w:sz w:val="52"/>
          <w:szCs w:val="52"/>
        </w:rPr>
        <w:br w:type="page"/>
      </w:r>
      <w:r w:rsidRPr="00386082">
        <w:rPr>
          <w:sz w:val="32"/>
          <w:szCs w:val="32"/>
        </w:rPr>
        <w:t>One misty dark night, darker than a black hole, Fungus Foot and his two best friends set out to fulfil their destiny of banishing Zarok for burning down their village that they once lived peacefully in.</w:t>
      </w:r>
    </w:p>
    <w:p w:rsidR="008465C2" w:rsidRDefault="008465C2">
      <w:pPr>
        <w:rPr>
          <w:sz w:val="32"/>
          <w:szCs w:val="32"/>
        </w:rPr>
      </w:pPr>
      <w:r w:rsidRPr="00386082">
        <w:rPr>
          <w:sz w:val="32"/>
          <w:szCs w:val="32"/>
        </w:rPr>
        <w:t>Fungus, Sally and Chowder wanted to get to</w:t>
      </w:r>
      <w:r w:rsidRPr="00386082">
        <w:rPr>
          <w:sz w:val="32"/>
          <w:szCs w:val="32"/>
          <w:lang w:val="en-SG"/>
        </w:rPr>
        <w:t xml:space="preserve"> Zaroks</w:t>
      </w:r>
      <w:r w:rsidRPr="00386082">
        <w:rPr>
          <w:sz w:val="32"/>
          <w:szCs w:val="32"/>
        </w:rPr>
        <w:t xml:space="preserve"> evil haunted house of doom but along the way they faced many gruelling challenges that nearly lost a dear friend of theirs. First they packed some gear and food for their journey sneaking as quiet as mice because they didn’t want anyone to know where they were going. ”Shhhh” Fungus whispered as they crept outside along the steep narrow path into the deep dark forest.</w:t>
      </w:r>
    </w:p>
    <w:p w:rsidR="008465C2" w:rsidRDefault="008465C2">
      <w:pPr>
        <w:rPr>
          <w:sz w:val="32"/>
          <w:szCs w:val="32"/>
        </w:rPr>
      </w:pPr>
      <w:r>
        <w:rPr>
          <w:sz w:val="32"/>
          <w:szCs w:val="32"/>
        </w:rPr>
        <w:t>While they were strolling briskly through the forest Chowder noticed a creek and told them that the four of them needed to go there. “I can take you there” a small devil like man said “ahhh a devil” they all screamed as they ran. As Sally and Fungus ran they noticed that their friend Chowder was not following them “HELP” Chowder screamed in excruciating pain. But the suddenly the sun came out and the devil disappeared, then they noticed Chowder was gone.</w:t>
      </w:r>
    </w:p>
    <w:p w:rsidR="008465C2" w:rsidRDefault="008465C2">
      <w:pPr>
        <w:rPr>
          <w:sz w:val="32"/>
          <w:szCs w:val="32"/>
        </w:rPr>
      </w:pPr>
      <w:r>
        <w:rPr>
          <w:sz w:val="32"/>
          <w:szCs w:val="32"/>
        </w:rPr>
        <w:t xml:space="preserve">Both shocked they venture through to the murky creek where they had to craft a boat to cross the slimy rotten sewer tunnel. As they approached the creek they meet an evil chocolate glob that was standing very close to the dangerous waters. “Ahhhhhowahhoowah” sally screeched as she kicked the chocolate into the water “look what he dropped, it’s a map to the haunted house” Fungus mentioned. “If it’ll lead   </w:t>
      </w:r>
    </w:p>
    <w:p w:rsidR="008465C2" w:rsidRPr="00386082" w:rsidRDefault="008465C2">
      <w:pPr>
        <w:rPr>
          <w:sz w:val="32"/>
          <w:szCs w:val="32"/>
        </w:rPr>
      </w:pPr>
      <w:r>
        <w:rPr>
          <w:sz w:val="32"/>
          <w:szCs w:val="32"/>
        </w:rPr>
        <w:t xml:space="preserve">   </w:t>
      </w:r>
      <w:r w:rsidRPr="00386082">
        <w:rPr>
          <w:sz w:val="32"/>
          <w:szCs w:val="32"/>
        </w:rPr>
        <w:t xml:space="preserve">   </w:t>
      </w:r>
    </w:p>
    <w:sectPr w:rsidR="008465C2" w:rsidRPr="00386082" w:rsidSect="005A69E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7358"/>
    <w:rsid w:val="000340C8"/>
    <w:rsid w:val="00386082"/>
    <w:rsid w:val="005A69E1"/>
    <w:rsid w:val="006E6FD1"/>
    <w:rsid w:val="008465C2"/>
    <w:rsid w:val="00961BBF"/>
    <w:rsid w:val="00A77358"/>
    <w:rsid w:val="00A920A0"/>
    <w:rsid w:val="00EC556E"/>
    <w:rsid w:val="00EE0C98"/>
    <w:rsid w:val="00EF6D8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69E1"/>
    <w:pPr>
      <w:spacing w:after="200" w:line="276" w:lineRule="auto"/>
    </w:pPr>
    <w:rPr>
      <w:rFonts w:cs="Calibri"/>
      <w:lang w:val="en-NZ"/>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773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7735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71</TotalTime>
  <Pages>2</Pages>
  <Words>235</Words>
  <Characters>1340</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AliceH</cp:lastModifiedBy>
  <cp:revision>2</cp:revision>
  <dcterms:created xsi:type="dcterms:W3CDTF">2009-10-19T06:20:00Z</dcterms:created>
  <dcterms:modified xsi:type="dcterms:W3CDTF">2009-10-21T01:49:00Z</dcterms:modified>
</cp:coreProperties>
</file>